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bCs/>
          <w:sz w:val="28"/>
          <w:szCs w:val="28"/>
        </w:rPr>
      </w:pPr>
      <w:r/>
      <w:bookmarkStart w:id="0" w:name="_GoBack"/>
      <w:bookmarkEnd w:id="0"/>
      <w:r/>
      <w:r>
        <w:rPr>
          <w:b/>
          <w:bCs/>
          <w:sz w:val="28"/>
          <w:szCs w:val="28"/>
        </w:rPr>
        <w:t>Részletes indokolás</w:t>
      </w:r>
      <w:r>
        <w:rPr>
          <w:b/>
          <w:bCs/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Önkormányzata Képviselő-testületének az önkormányzat 2020. évi költségvetéséről szóló …/2020.(…...) önkormányzati rendelet-tervezetéhez</w:t>
      </w:r>
    </w:p>
    <w:p>
      <w:r/>
    </w:p>
    <w:p>
      <w:r/>
    </w:p>
    <w:p>
      <w:r/>
    </w:p>
    <w:p>
      <w:pPr>
        <w:spacing w:after="120"/>
        <w:rPr>
          <w:b/>
          <w:bCs/>
        </w:rPr>
      </w:pPr>
      <w:r>
        <w:rPr>
          <w:b/>
          <w:bCs/>
        </w:rPr>
        <w:t>A rendelet-tervezet 1. §-ához</w:t>
      </w:r>
    </w:p>
    <w:p>
      <w:pPr>
        <w:spacing/>
        <w:jc w:val="both"/>
      </w:pPr>
      <w:r>
        <w:t>A rendelet-tervezet 1. §-a határozza meg a rendelet személyi hatályát, és a költségvetés szerkezetének címrendjét, az 1. melléklet szerint.</w:t>
      </w:r>
    </w:p>
    <w:p>
      <w:r/>
    </w:p>
    <w:p>
      <w:pPr>
        <w:spacing w:after="120"/>
        <w:rPr>
          <w:b/>
          <w:bCs/>
        </w:rPr>
      </w:pPr>
      <w:r>
        <w:rPr>
          <w:b/>
          <w:bCs/>
        </w:rPr>
        <w:t>A rendelet-tervezet 2. §-ához</w:t>
      </w:r>
    </w:p>
    <w:p>
      <w:pPr>
        <w:spacing/>
        <w:jc w:val="both"/>
      </w:pPr>
      <w:r>
        <w:t>A rendelet-tervezet 2. §-a határozza meg az önkormányzat és az intézményei együttes bevételi és kiadási főösszegét, 828.239 ezer Ft összegben.</w:t>
      </w:r>
    </w:p>
    <w:p>
      <w:pPr>
        <w:spacing/>
        <w:jc w:val="both"/>
      </w:pPr>
      <w:r/>
    </w:p>
    <w:p>
      <w:pPr>
        <w:spacing w:after="120"/>
        <w:rPr>
          <w:b/>
          <w:bCs/>
        </w:rPr>
      </w:pPr>
      <w:r>
        <w:rPr>
          <w:b/>
          <w:bCs/>
        </w:rPr>
        <w:t>A rendelet-tervezet 3. §-ához</w:t>
      </w:r>
    </w:p>
    <w:p>
      <w:pPr>
        <w:spacing/>
        <w:jc w:val="both"/>
      </w:pPr>
      <w:r>
        <w:t>A rendelet-tervezet 3. §-a határozza meg a mellékletek felsorolását a következők szerint:</w:t>
      </w:r>
    </w:p>
    <w:p>
      <w:pPr>
        <w:spacing w:before="120" w:after="120"/>
        <w:jc w:val="both"/>
      </w:pPr>
      <w:r>
        <w:rPr>
          <w:u w:color="auto" w:val="single"/>
        </w:rPr>
        <w:t>1.  melléklet:</w:t>
      </w:r>
      <w:r>
        <w:t xml:space="preserve"> Csorvás Város Önkormányzata címrendjének meghatározását tartalmazza.</w:t>
      </w:r>
    </w:p>
    <w:p>
      <w:pPr>
        <w:spacing w:before="120" w:after="120"/>
        <w:jc w:val="both"/>
      </w:pPr>
      <w:r>
        <w:rPr>
          <w:u w:color="auto" w:val="single"/>
        </w:rPr>
        <w:t>2. melléklet:</w:t>
      </w:r>
      <w:r>
        <w:t xml:space="preserve"> Csorvás Város Önkormányzata összesített bevételi forrásait, és kiadási előirányzatait tartalmazza kötelező, önként vállalt, és igazgatási feladatok szerinti bontásban.</w:t>
      </w:r>
    </w:p>
    <w:p>
      <w:pPr>
        <w:spacing/>
        <w:jc w:val="both"/>
      </w:pPr>
      <w:r>
        <w:rPr>
          <w:u w:color="auto" w:val="single"/>
        </w:rPr>
        <w:t>3. melléklet:</w:t>
      </w:r>
      <w:r>
        <w:t xml:space="preserve"> Csorvás Város Önkormányzata bevételeit tartalmazza címek, alcímek, előirányzat-csoportok és kiemelt előirányzatok szerinti megoszlásban, kötelező, önként vállalt, és igazgatási feladatok szerinti bontásban. </w:t>
      </w:r>
    </w:p>
    <w:p>
      <w:pPr>
        <w:spacing w:before="120" w:after="120"/>
        <w:jc w:val="both"/>
      </w:pPr>
      <w:r>
        <w:rPr>
          <w:u w:color="auto" w:val="single"/>
        </w:rPr>
        <w:t>4. melléklet:</w:t>
      </w:r>
      <w:r>
        <w:t xml:space="preserve"> A Csorvási Polgármesteri Hivatal bevételeit tartalmazza címek, alcímek, előirányzat-csoportok és kiemelt előirányzatok szerinti megoszlásban, kötelező, önként vállalt, és igazgatási feladatok szerinti bontásban. </w:t>
      </w:r>
    </w:p>
    <w:p>
      <w:pPr>
        <w:spacing/>
        <w:jc w:val="both"/>
      </w:pPr>
      <w:r>
        <w:rPr>
          <w:u w:color="auto" w:val="single"/>
        </w:rPr>
        <w:t>5. melléklet:</w:t>
      </w:r>
      <w:r>
        <w:t xml:space="preserve"> A Csorvás Város Önkormányzatának Óvodája és Bölcsődéje bevételeit tartalmazza, címek, alcímek, előirányzat-csoportok és kiemelt előirányzatok szerinti megoszlásban,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6.  melléklet:</w:t>
      </w:r>
      <w:r>
        <w:t xml:space="preserve"> A Csorvás Város Önkormányzatának Egyesített Szociális Intézménye bevételeit tartalmazza címek, alcímek, előirányzat-csoportok és kiemelt előirányzatok szerinti megoszlásban, kötelező, önként vállalt, és igazgatási feladatok szerinti bontásban.</w:t>
      </w:r>
    </w:p>
    <w:p>
      <w:pPr>
        <w:spacing/>
        <w:jc w:val="both"/>
      </w:pPr>
      <w:r>
        <w:rPr>
          <w:u w:color="auto" w:val="single"/>
        </w:rPr>
        <w:t>7. melléklet:</w:t>
      </w:r>
      <w:r>
        <w:t xml:space="preserve"> Csorvás Város Önkormányzata kiadásait tartalmazza címek, alcímek, előirányzat-csoportok és kiemelt előirányzatok szerinti megoszlásban,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8. melléklet:</w:t>
      </w:r>
      <w:r>
        <w:t xml:space="preserve"> A Csorvási Polgármesteri Hivatal kiadásait tartalmazza címek, alcímek, előirányzat-csoportok és kiemelt előirányzatok szerinti megoszlásban, kötelező, önként vállalt, és igazgatási feladatok szerinti bontásban. </w:t>
      </w:r>
    </w:p>
    <w:p>
      <w:pPr>
        <w:spacing w:before="120" w:after="120"/>
        <w:jc w:val="both"/>
      </w:pPr>
      <w:r>
        <w:rPr>
          <w:u w:color="auto" w:val="single"/>
        </w:rPr>
        <w:t>9. melléklet:</w:t>
      </w:r>
      <w:r>
        <w:t xml:space="preserve"> A Csorvás Város Önkormányzatának Óvodája és Bölcsődéje kiadásait tartalmazza címek, alcímek, előirányzat-csoportok és kiemelt előirányzatok szerinti megoszlásban, kötelező, önként vállalt, és igazgatási feladatok szerinti bontásban.</w:t>
      </w:r>
    </w:p>
    <w:p>
      <w:pPr>
        <w:spacing/>
        <w:jc w:val="both"/>
      </w:pPr>
      <w:r>
        <w:rPr>
          <w:u w:color="auto" w:val="single"/>
        </w:rPr>
        <w:t>10. melléklet:</w:t>
      </w:r>
      <w:r>
        <w:t xml:space="preserve"> A Csorvás Város Önkormányzatának Egyesített Szociális Intézménye kiadásait tartalmazza címek, alcímek, előirányzat-csoportok és kiemelt előirányzatok szerinti megoszlásban,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11. melléklet:</w:t>
      </w:r>
      <w:r>
        <w:t xml:space="preserve"> Az Önkormányzat 2020. évi működési célú pénzeszköz átadásait tartalmazza államháztartáson belülre és kívülre. Ez a melléklet tartalmazza a közvetett támogatásokat is.</w:t>
      </w:r>
    </w:p>
    <w:p>
      <w:pPr>
        <w:spacing w:before="120" w:after="120"/>
        <w:jc w:val="both"/>
      </w:pPr>
      <w:r>
        <w:rPr>
          <w:u w:color="auto" w:val="single"/>
        </w:rPr>
        <w:t>12. melléklet:</w:t>
      </w:r>
      <w:r>
        <w:t xml:space="preserve"> A rendelet-tervezet 2. §-ában megjelölt összesített bevételi és kiadási főösszeget az önkormányzati mérlegben is ki kell mutatni, működési és felhalmozási bevételek és kiadások tekintetében. Ezt tartalmazza a melléklet.</w:t>
      </w:r>
    </w:p>
    <w:p>
      <w:pPr>
        <w:spacing w:after="120"/>
        <w:rPr>
          <w:b/>
          <w:bCs/>
        </w:rPr>
      </w:pPr>
      <w:r>
        <w:rPr>
          <w:b/>
          <w:bCs/>
        </w:rPr>
        <w:t>A rendelet-tervezet 4. §-ához</w:t>
      </w:r>
    </w:p>
    <w:p>
      <w:pPr>
        <w:spacing w:after="120"/>
        <w:jc w:val="both"/>
      </w:pPr>
      <w:r>
        <w:t>A rendelet-tervezet 4. §-a határozza meg az Önkormányzat és intézményei által foglalkoztatottak létszámát, a 13. melléklet szerint.</w:t>
      </w:r>
    </w:p>
    <w:p>
      <w:pPr>
        <w:spacing w:after="120"/>
        <w:rPr>
          <w:b/>
          <w:bCs/>
        </w:rPr>
      </w:pPr>
      <w:r>
        <w:rPr>
          <w:b/>
          <w:bCs/>
        </w:rPr>
        <w:t>A rendelet-tervezet 5. §-ához</w:t>
      </w:r>
    </w:p>
    <w:p>
      <w:pPr>
        <w:spacing w:after="120"/>
        <w:jc w:val="both"/>
      </w:pPr>
      <w:r>
        <w:t>A rendelet-tervezet 5. §-a határozza meg az előirányzat felhasználási ütemtervet, a 14. melléklet szerint.</w:t>
      </w:r>
    </w:p>
    <w:p>
      <w:pPr>
        <w:spacing w:after="120"/>
        <w:rPr>
          <w:b/>
          <w:bCs/>
        </w:rPr>
      </w:pPr>
      <w:r>
        <w:rPr>
          <w:b/>
          <w:bCs/>
        </w:rPr>
        <w:t>A rendelet-tervezet 6. §-ához</w:t>
      </w:r>
    </w:p>
    <w:p>
      <w:pPr>
        <w:spacing w:after="120"/>
        <w:jc w:val="both"/>
      </w:pPr>
      <w:r>
        <w:t>A rendelet-tervezet 6. §-a határozza meg a likviditási ütemtervet, a 15. melléklet szerint.</w:t>
      </w:r>
    </w:p>
    <w:p>
      <w:pPr>
        <w:spacing w:after="120"/>
        <w:jc w:val="both"/>
        <w:rPr>
          <w:b/>
          <w:bCs/>
        </w:rPr>
      </w:pPr>
      <w:r>
        <w:rPr>
          <w:b/>
          <w:bCs/>
        </w:rPr>
        <w:t>A rendelet-tervezet 6/A. §-ához</w:t>
      </w:r>
    </w:p>
    <w:p>
      <w:pPr>
        <w:spacing w:after="120"/>
        <w:jc w:val="both"/>
        <w:rPr>
          <w:b/>
          <w:bCs/>
        </w:rPr>
      </w:pPr>
      <w:r>
        <w:t>A rendelet-tervezet 6/A. §-a határozza meg a polgármester forrásfelhasználási lehetősége maximális mértékét, és az e körben hozott döntéséről szóló tájékoztatási kötelezettséget.</w:t>
      </w:r>
      <w:r>
        <w:rPr>
          <w:b/>
          <w:bCs/>
        </w:rPr>
      </w:r>
    </w:p>
    <w:p>
      <w:pPr>
        <w:spacing w:after="120"/>
        <w:jc w:val="both"/>
        <w:rPr>
          <w:b/>
          <w:bCs/>
        </w:rPr>
      </w:pPr>
      <w:r>
        <w:rPr>
          <w:b/>
          <w:bCs/>
        </w:rPr>
        <w:t>A rendelet-tervezet 6/B. §-ához</w:t>
      </w:r>
    </w:p>
    <w:p>
      <w:pPr>
        <w:spacing w:after="120"/>
        <w:jc w:val="both"/>
      </w:pPr>
      <w:r>
        <w:t>A rendelet-tervezet 6/B. §-a határozza meg a Képviselő-testület hatáskörét az előirányzatok módosítására, és a címek közötti átcsoportosításra.</w:t>
      </w:r>
    </w:p>
    <w:p>
      <w:pPr>
        <w:spacing w:after="120"/>
        <w:jc w:val="both"/>
        <w:rPr>
          <w:b/>
          <w:bCs/>
        </w:rPr>
      </w:pPr>
      <w:r>
        <w:rPr>
          <w:b/>
          <w:bCs/>
        </w:rPr>
        <w:t>A rendelet-tervezet 7. §-ához</w:t>
      </w:r>
    </w:p>
    <w:p>
      <w:pPr>
        <w:spacing w:after="120"/>
        <w:jc w:val="both"/>
      </w:pPr>
      <w:r>
        <w:t>A rendelet-tervezet 7. §-a határozza meg, hogy a Képviselő-testület a Csorvási Polgármesteri Hivatalnál foglalkoztatott köztisztviselők illetményalapját 2020. évre vonatkozóan 46.380,- Ft-ban határozza meg.</w:t>
      </w:r>
    </w:p>
    <w:p>
      <w:pPr>
        <w:spacing w:after="120"/>
        <w:rPr>
          <w:b/>
          <w:bCs/>
        </w:rPr>
      </w:pPr>
      <w:r>
        <w:rPr>
          <w:b/>
          <w:bCs/>
        </w:rPr>
        <w:t>A rendelet-tervezet 8. §-ához</w:t>
      </w:r>
    </w:p>
    <w:p>
      <w:pPr>
        <w:spacing w:after="120"/>
      </w:pPr>
      <w:r>
        <w:t>A rendelet-tervezet 8. §-a a hatályba léptető rendelkezést tartalmazza.</w:t>
      </w:r>
    </w:p>
    <w:p>
      <w:pPr>
        <w:spacing w:before="120" w:after="120"/>
        <w:jc w:val="both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headerReference w:type="first" r:id="rId9"/>
      <w:footerReference w:type="first" r:id="rId10"/>
      <w:type w:val="nextPage"/>
      <w:pgSz w:h="16838" w:w="11906"/>
      <w:pgMar w:left="1417" w:top="1417" w:right="1417" w:bottom="1417" w:header="708" w:footer="708"/>
      <w:paperSrc w:first="0" w:other="0" a="0" b="0"/>
      <w:pgNumType w:fmt="decimal"/>
      <w:titlePg/>
      <w:tmGutter w:val="3"/>
      <w:mirrorMargins w:val="0"/>
      <w:tmSection w:h="-2">
        <w:tmHeader w:id="0" w:h="0" edge="708" text="0">
          <w:shd w:val="none"/>
        </w:tmHeader>
        <w:tmFooter w:id="0" w:h="0" edge="708" text="0">
          <w:shd w:val="none"/>
        </w:tmFooter>
        <w:tmHeader w:id="2" w:h="0" edge="708" text="0">
          <w:shd w:val="none"/>
        </w:tmHeader>
        <w:tmFooter w:id="2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mbria">
    <w:panose1 w:val="020405030504060302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" name="Szövegdobo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2_g6VOXh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AAAABDiAAAgAAAAAAAAAAIAAAABAAAAAAAAAAAAAAACAAAAAQAAALQAAAAUAQAAAAAAAOcWAADFAgAAKAAAAAgAAAADAAAAAwAAAA=="/>
                        </a:ext>
                      </a:extLst>
                    </wps:cNvSpPr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para1"/>
                            <w:rPr>
                              <w:rStyle w:val="char2"/>
                            </w:rPr>
                          </w:pPr>
                          <w:r>
                            <w:rPr>
                              <w:rStyle w:val="char2"/>
                            </w:rPr>
                          </w:r>
                          <w:r>
                            <w:rPr>
                              <w:rStyle w:val="char2"/>
                            </w:rPr>
                            <w:fldChar w:fldCharType="begin"/>
                            <w:instrText xml:space="preserve"> PAGE </w:instrText>
                            <w:fldChar w:fldCharType="separate"/>
                            <w:t>2</w:t>
                            <w:fldChar w:fldCharType="end"/>
                          </w:r>
                          <w:r>
                            <w:rPr>
                              <w:rStyle w:val="char2"/>
                            </w:rPr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1" o:spid="_x0000_s2049" type="#_x0000_t202" style="position:absolute;mso-position-horizontal:center;margin-top:0.05pt;mso-position-horizontal-relative:margin;width:9.00pt;height:13.80pt;z-index:251658241;mso-wrap-distance-left:0.00pt;mso-wrap-distance-top:0.00pt;mso-wrap-distance-right:0.00pt;mso-wrap-distance-bottom:0.00pt;mso-wrap-style:none" stroked="f" filled="f" v:ext="SMDATA_12_g6VOXh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AAAABDiAAAgAAAAAAAAAAIAAAABAAAAAAAAAAAAAAACAAAAAQAAALQAAAAUAQAAAAAAAOcWAADFAgAAKAAAAAgAAAADAAAAAwAAAA==" o:insetmode="custom">
              <w10:wrap type="square" anchorx="margin" anchory="text"/>
              <v:textbox style="mso-fit-shape-to-text:t" inset="0.0pt,0.0pt,0.0pt,0.0pt">
                <w:txbxContent>
                  <w:p>
                    <w:pPr>
                      <w:pStyle w:val="para1"/>
                      <w:rPr>
                        <w:rStyle w:val="char2"/>
                      </w:rPr>
                    </w:pPr>
                    <w:r>
                      <w:rPr>
                        <w:rStyle w:val="char2"/>
                      </w:rPr>
                    </w:r>
                    <w:r>
                      <w:rPr>
                        <w:rStyle w:val="char2"/>
                      </w:rPr>
                      <w:fldChar w:fldCharType="begin"/>
                      <w:instrText xml:space="preserve"> PAGE </w:instrText>
                      <w:fldChar w:fldCharType="separate"/>
                      <w:t>2</w:t>
                      <w:fldChar w:fldCharType="end"/>
                    </w:r>
                    <w:r>
                      <w:rPr>
                        <w:rStyle w:val="char2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5121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1"/>
      <w:tmLastPosIdx w:val="123"/>
    </w:tmLastPosCaret>
    <w:tmLastPosAnchor>
      <w:tmLastPosPgfIdx w:val="0"/>
      <w:tmLastPosIdx w:val="0"/>
    </w:tmLastPosAnchor>
    <w:tmLastPosTblRect w:left="0" w:top="0" w:right="0" w:bottom="0"/>
  </w:tmLastPos>
  <w:tmAppRevision w:date="1582212483" w:val="973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paragraph" w:styleId="para1">
    <w:name w:val="Header"/>
    <w:qFormat/>
    <w:basedOn w:val="para0"/>
    <w:pPr>
      <w:tabs defTabSz="708">
        <w:tab w:val="center" w:pos="4536" w:leader="none"/>
        <w:tab w:val="right" w:pos="9072" w:leader="none"/>
      </w:tabs>
    </w:pPr>
  </w:style>
  <w:style w:type="character" w:styleId="char0" w:default="1">
    <w:name w:val="Default Paragraph Font"/>
  </w:style>
  <w:style w:type="character" w:styleId="char1" w:customStyle="1">
    <w:name w:val="Header Char"/>
    <w:basedOn w:val="char0"/>
    <w:rPr>
      <w:sz w:val="24"/>
      <w:szCs w:val="24"/>
      <w:noProof w:val="1"/>
    </w:rPr>
  </w:style>
  <w:style w:type="character" w:styleId="char2">
    <w:name w:val="Page Number"/>
    <w:basedOn w:val="char0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paragraph" w:styleId="para1">
    <w:name w:val="Header"/>
    <w:qFormat/>
    <w:basedOn w:val="para0"/>
    <w:pPr>
      <w:tabs defTabSz="708">
        <w:tab w:val="center" w:pos="4536" w:leader="none"/>
        <w:tab w:val="right" w:pos="9072" w:leader="none"/>
      </w:tabs>
    </w:pPr>
  </w:style>
  <w:style w:type="character" w:styleId="char0" w:default="1">
    <w:name w:val="Default Paragraph Font"/>
  </w:style>
  <w:style w:type="character" w:styleId="char1" w:customStyle="1">
    <w:name w:val="Header Char"/>
    <w:basedOn w:val="char0"/>
    <w:rPr>
      <w:sz w:val="24"/>
      <w:szCs w:val="24"/>
      <w:noProof w:val="1"/>
    </w:rPr>
  </w:style>
  <w:style w:type="character" w:styleId="char2">
    <w:name w:val="Page Number"/>
    <w:basedOn w:val="char0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rev.973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/>
  <cp:revision>4</cp:revision>
  <cp:lastPrinted>2019-02-22T07:11:00Z</cp:lastPrinted>
  <dcterms:created xsi:type="dcterms:W3CDTF">2020-02-13T07:41:00Z</dcterms:created>
  <dcterms:modified xsi:type="dcterms:W3CDTF">2020-02-20T15:28:03Z</dcterms:modified>
</cp:coreProperties>
</file>